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3EE" w:rsidRPr="00C7177F" w:rsidRDefault="00C7177F">
      <w:pPr>
        <w:rPr>
          <w:rFonts w:ascii="Century Gothic" w:hAnsi="Century Gothic"/>
          <w:b/>
          <w:sz w:val="28"/>
          <w:szCs w:val="28"/>
        </w:rPr>
      </w:pPr>
      <w:r w:rsidRPr="00C7177F">
        <w:rPr>
          <w:rFonts w:ascii="Century Gothic" w:hAnsi="Century Gothic"/>
          <w:b/>
          <w:sz w:val="28"/>
          <w:szCs w:val="28"/>
        </w:rPr>
        <w:t>Let us do the basic costumes. You add your own rhinestones.</w:t>
      </w:r>
    </w:p>
    <w:p w:rsidR="00C7177F" w:rsidRDefault="006A5612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29845</wp:posOffset>
            </wp:positionV>
            <wp:extent cx="5238750" cy="4293870"/>
            <wp:effectExtent l="0" t="0" r="0" b="0"/>
            <wp:wrapTight wrapText="bothSides">
              <wp:wrapPolygon edited="0">
                <wp:start x="0" y="0"/>
                <wp:lineTo x="0" y="21466"/>
                <wp:lineTo x="21521" y="21466"/>
                <wp:lineTo x="21521" y="0"/>
                <wp:lineTo x="0" y="0"/>
              </wp:wrapPolygon>
            </wp:wrapTight>
            <wp:docPr id="2" name="Picture 2" descr="Brainerd HS Jazz Costumes designed by Satin Stitch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ainerd HS Jazz Costumes designed by Satin Stitch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429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14D14" w:rsidRDefault="00714D14"/>
    <w:p w:rsidR="00714D14" w:rsidRDefault="00714D14"/>
    <w:p w:rsidR="0017040C" w:rsidRDefault="0017040C"/>
    <w:p w:rsidR="006A5612" w:rsidRDefault="006A5612">
      <w:r w:rsidRPr="006A561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3734435</wp:posOffset>
            </wp:positionV>
            <wp:extent cx="5188585" cy="2948305"/>
            <wp:effectExtent l="0" t="0" r="0" b="4445"/>
            <wp:wrapTight wrapText="bothSides">
              <wp:wrapPolygon edited="0">
                <wp:start x="0" y="0"/>
                <wp:lineTo x="0" y="21493"/>
                <wp:lineTo x="21492" y="21493"/>
                <wp:lineTo x="21492" y="0"/>
                <wp:lineTo x="0" y="0"/>
              </wp:wrapPolygon>
            </wp:wrapTight>
            <wp:docPr id="1" name="Picture 1" descr="C:\Users\User2\Desktop\DP-285-Anoka HS Jaz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\Desktop\DP-285-Anoka HS Jazz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585" cy="294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040C">
        <w:t xml:space="preserve">Do your own </w:t>
      </w:r>
    </w:p>
    <w:p w:rsidR="006A5612" w:rsidRDefault="006A5612"/>
    <w:p w:rsidR="0091182E" w:rsidRDefault="0091182E"/>
    <w:p w:rsidR="0091182E" w:rsidRDefault="0091182E">
      <w:bookmarkStart w:id="0" w:name="_GoBack"/>
    </w:p>
    <w:bookmarkEnd w:id="0"/>
    <w:p w:rsidR="0017040C" w:rsidRDefault="0091182E">
      <w:r>
        <w:t>Transformation</w:t>
      </w:r>
      <w:r w:rsidR="0017040C">
        <w:t xml:space="preserve"> to re-new your costumes</w:t>
      </w:r>
    </w:p>
    <w:p w:rsidR="0017040C" w:rsidRDefault="0017040C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4440621"/>
            <wp:effectExtent l="0" t="0" r="0" b="0"/>
            <wp:wrapTight wrapText="bothSides">
              <wp:wrapPolygon edited="0">
                <wp:start x="0" y="0"/>
                <wp:lineTo x="0" y="21498"/>
                <wp:lineTo x="21531" y="21498"/>
                <wp:lineTo x="21531" y="0"/>
                <wp:lineTo x="0" y="0"/>
              </wp:wrapPolygon>
            </wp:wrapTight>
            <wp:docPr id="3" name="Picture 3" descr="Andover-HS-Dance-Costumes-designed-by-Satin-Stitch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dover-HS-Dance-Costumes-designed-by-Satin-Stitch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0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7040C" w:rsidSect="006A5612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77F"/>
    <w:rsid w:val="0017040C"/>
    <w:rsid w:val="006A5612"/>
    <w:rsid w:val="00714D14"/>
    <w:rsid w:val="0091182E"/>
    <w:rsid w:val="00C7177F"/>
    <w:rsid w:val="00F1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B7C075-43BC-4696-8D03-0C4ED30BC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2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10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5</cp:revision>
  <dcterms:created xsi:type="dcterms:W3CDTF">2018-02-06T21:21:00Z</dcterms:created>
  <dcterms:modified xsi:type="dcterms:W3CDTF">2018-02-06T21:31:00Z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